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3F3BB" w14:textId="77777777" w:rsidR="00897C23" w:rsidRPr="0000171B" w:rsidRDefault="00897C23" w:rsidP="00897C23">
      <w:pPr>
        <w:widowControl/>
        <w:jc w:val="left"/>
      </w:pPr>
      <w:r w:rsidRPr="0000171B">
        <w:rPr>
          <w:rFonts w:hint="eastAsia"/>
        </w:rPr>
        <w:t>（様式第３号）</w:t>
      </w:r>
    </w:p>
    <w:p w14:paraId="0229FE8A" w14:textId="77777777" w:rsidR="00897C23" w:rsidRPr="0000171B" w:rsidRDefault="00897C23" w:rsidP="00897C23">
      <w:pPr>
        <w:widowControl/>
        <w:wordWrap w:val="0"/>
        <w:jc w:val="right"/>
      </w:pPr>
      <w:r w:rsidRPr="0000171B">
        <w:rPr>
          <w:rFonts w:hint="eastAsia"/>
        </w:rPr>
        <w:t xml:space="preserve">　　年　　月　　日</w:t>
      </w:r>
    </w:p>
    <w:p w14:paraId="2016B10D" w14:textId="77777777" w:rsidR="00897C23" w:rsidRPr="0000171B" w:rsidRDefault="00897C23" w:rsidP="00897C23">
      <w:pPr>
        <w:widowControl/>
        <w:jc w:val="center"/>
        <w:rPr>
          <w:rFonts w:asciiTheme="majorEastAsia" w:eastAsiaTheme="majorEastAsia" w:hAnsiTheme="majorEastAsia"/>
        </w:rPr>
      </w:pPr>
      <w:r w:rsidRPr="0000171B">
        <w:rPr>
          <w:rFonts w:asciiTheme="majorEastAsia" w:eastAsiaTheme="majorEastAsia" w:hAnsiTheme="majorEastAsia" w:hint="eastAsia"/>
          <w:sz w:val="28"/>
        </w:rPr>
        <w:t>耐 震 性 能 確 認 書</w:t>
      </w:r>
    </w:p>
    <w:p w14:paraId="21930D0E" w14:textId="77777777" w:rsidR="00897C23" w:rsidRPr="0000171B" w:rsidRDefault="00897C23" w:rsidP="00897C23">
      <w:pPr>
        <w:widowControl/>
        <w:jc w:val="left"/>
      </w:pPr>
    </w:p>
    <w:p w14:paraId="21688796" w14:textId="77777777" w:rsidR="00897C23" w:rsidRPr="0000171B" w:rsidRDefault="00897C23" w:rsidP="00897C23">
      <w:pPr>
        <w:widowControl/>
        <w:ind w:firstLineChars="100" w:firstLine="210"/>
        <w:jc w:val="left"/>
      </w:pPr>
      <w:r w:rsidRPr="0000171B">
        <w:rPr>
          <w:rFonts w:hint="eastAsia"/>
        </w:rPr>
        <w:t>兵庫県知事　様</w:t>
      </w:r>
    </w:p>
    <w:p w14:paraId="4226537E" w14:textId="77777777" w:rsidR="00897C23" w:rsidRPr="0000171B" w:rsidRDefault="00897C23" w:rsidP="00897C23">
      <w:pPr>
        <w:widowControl/>
        <w:wordWrap w:val="0"/>
        <w:jc w:val="right"/>
      </w:pPr>
      <w:r w:rsidRPr="0000171B">
        <w:rPr>
          <w:rFonts w:hint="eastAsia"/>
        </w:rPr>
        <w:t xml:space="preserve">確認者氏名：　　　　　　　　　　　　　　　　　　　</w:t>
      </w:r>
    </w:p>
    <w:p w14:paraId="535DE5FC" w14:textId="77777777" w:rsidR="00897C23" w:rsidRPr="0000171B" w:rsidRDefault="00897C23" w:rsidP="00897C23">
      <w:pPr>
        <w:widowControl/>
        <w:wordWrap w:val="0"/>
        <w:jc w:val="right"/>
      </w:pPr>
      <w:r w:rsidRPr="0000171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0AD4EF" wp14:editId="1997CE5C">
                <wp:simplePos x="0" y="0"/>
                <wp:positionH relativeFrom="column">
                  <wp:posOffset>2054225</wp:posOffset>
                </wp:positionH>
                <wp:positionV relativeFrom="paragraph">
                  <wp:posOffset>188966</wp:posOffset>
                </wp:positionV>
                <wp:extent cx="3419475" cy="0"/>
                <wp:effectExtent l="0" t="0" r="9525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94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721DC" id="直線コネクタ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75pt,14.9pt" to="431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" strokeweight=".25pt">
                <v:stroke dashstyle="dash"/>
              </v:line>
            </w:pict>
          </mc:Fallback>
        </mc:AlternateContent>
      </w:r>
      <w:r w:rsidRPr="0000171B">
        <w:rPr>
          <w:rFonts w:hint="eastAsia"/>
        </w:rPr>
        <w:t>（　　）建築士　　　（　　）登録第　　　　　　　号</w:t>
      </w:r>
    </w:p>
    <w:p w14:paraId="544CCCE3" w14:textId="77777777" w:rsidR="00897C23" w:rsidRPr="0000171B" w:rsidRDefault="00897C23" w:rsidP="00897C23">
      <w:pPr>
        <w:widowControl/>
        <w:wordWrap w:val="0"/>
        <w:jc w:val="right"/>
      </w:pPr>
      <w:r w:rsidRPr="0000171B">
        <w:rPr>
          <w:rFonts w:hint="eastAsia"/>
        </w:rPr>
        <w:t xml:space="preserve">　　建築士事務所名：　　　　　　　　　　　　　　　　　</w:t>
      </w:r>
    </w:p>
    <w:p w14:paraId="215D003A" w14:textId="77777777" w:rsidR="00897C23" w:rsidRPr="0000171B" w:rsidRDefault="00897C23" w:rsidP="00897C23">
      <w:pPr>
        <w:widowControl/>
        <w:wordWrap w:val="0"/>
        <w:jc w:val="right"/>
      </w:pPr>
      <w:r w:rsidRPr="0000171B">
        <w:rPr>
          <w:rFonts w:hint="eastAsia"/>
        </w:rPr>
        <w:t>（　　）建築士事務所（　　）知事登録第　　　　　号</w:t>
      </w:r>
    </w:p>
    <w:p w14:paraId="07DE69CB" w14:textId="77777777" w:rsidR="00897C23" w:rsidRPr="0000171B" w:rsidRDefault="00897C23" w:rsidP="00897C23">
      <w:pPr>
        <w:widowControl/>
        <w:ind w:firstLineChars="50" w:firstLine="105"/>
        <w:jc w:val="left"/>
      </w:pPr>
      <w:r w:rsidRPr="000017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46ADF" wp14:editId="4314E9D8">
                <wp:simplePos x="0" y="0"/>
                <wp:positionH relativeFrom="column">
                  <wp:posOffset>2054225</wp:posOffset>
                </wp:positionH>
                <wp:positionV relativeFrom="paragraph">
                  <wp:posOffset>18786</wp:posOffset>
                </wp:positionV>
                <wp:extent cx="3419475" cy="0"/>
                <wp:effectExtent l="0" t="0" r="9525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94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BAE7A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75pt,1.5pt" to="431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" strokeweight=".25pt">
                <v:stroke dashstyle="dash"/>
              </v:line>
            </w:pict>
          </mc:Fallback>
        </mc:AlternateContent>
      </w:r>
    </w:p>
    <w:p w14:paraId="7A8D577A" w14:textId="77777777" w:rsidR="00897C23" w:rsidRPr="0000171B" w:rsidRDefault="00897C23" w:rsidP="00897C23">
      <w:pPr>
        <w:widowControl/>
        <w:ind w:firstLineChars="200" w:firstLine="420"/>
        <w:jc w:val="left"/>
      </w:pPr>
      <w:r w:rsidRPr="0000171B">
        <w:rPr>
          <w:rFonts w:hint="eastAsia"/>
        </w:rPr>
        <w:t>（申請者）　　　　　　　　が交付申請する改修建築物の耐震性能は、下記のとおりです。</w:t>
      </w:r>
    </w:p>
    <w:p w14:paraId="1B61CF25" w14:textId="77777777" w:rsidR="00897C23" w:rsidRPr="0000171B" w:rsidRDefault="00897C23" w:rsidP="00897C23">
      <w:pPr>
        <w:widowControl/>
        <w:ind w:firstLineChars="100" w:firstLine="210"/>
        <w:jc w:val="left"/>
      </w:pPr>
      <w:r w:rsidRPr="0000171B">
        <w:rPr>
          <w:rFonts w:hint="eastAsia"/>
        </w:rPr>
        <w:t>なお、下記及び添付書類に記載の事項は、事実に相違ありません。</w:t>
      </w:r>
    </w:p>
    <w:p w14:paraId="1254809B" w14:textId="77777777" w:rsidR="00897C23" w:rsidRPr="0000171B" w:rsidRDefault="00897C23" w:rsidP="00897C23">
      <w:pPr>
        <w:widowControl/>
        <w:jc w:val="center"/>
      </w:pPr>
      <w:r w:rsidRPr="0000171B">
        <w:rPr>
          <w:rFonts w:hint="eastAsia"/>
        </w:rPr>
        <w:t>記</w:t>
      </w:r>
    </w:p>
    <w:p w14:paraId="4ED67CB2" w14:textId="77777777" w:rsidR="00897C23" w:rsidRPr="0000171B" w:rsidRDefault="00897C23" w:rsidP="00897C23">
      <w:pPr>
        <w:widowControl/>
        <w:jc w:val="right"/>
      </w:pPr>
      <w:r w:rsidRPr="0000171B">
        <w:rPr>
          <w:rFonts w:hint="eastAsia"/>
        </w:rPr>
        <w:t>※該当する項目に記入又は☑を入れてください。</w:t>
      </w:r>
    </w:p>
    <w:tbl>
      <w:tblPr>
        <w:tblW w:w="8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85" w:type="dxa"/>
        </w:tblCellMar>
        <w:tblLook w:val="01E0" w:firstRow="1" w:lastRow="1" w:firstColumn="1" w:lastColumn="1" w:noHBand="0" w:noVBand="0"/>
      </w:tblPr>
      <w:tblGrid>
        <w:gridCol w:w="440"/>
        <w:gridCol w:w="2080"/>
        <w:gridCol w:w="14"/>
        <w:gridCol w:w="806"/>
        <w:gridCol w:w="342"/>
        <w:gridCol w:w="1218"/>
        <w:gridCol w:w="252"/>
        <w:gridCol w:w="1595"/>
        <w:gridCol w:w="1428"/>
        <w:gridCol w:w="486"/>
        <w:gridCol w:w="14"/>
      </w:tblGrid>
      <w:tr w:rsidR="0000171B" w:rsidRPr="0000171B" w14:paraId="60373939" w14:textId="77777777" w:rsidTr="00F565F4">
        <w:trPr>
          <w:gridAfter w:val="1"/>
          <w:wAfter w:w="14" w:type="dxa"/>
          <w:cantSplit/>
          <w:trHeight w:val="340"/>
          <w:jc w:val="center"/>
        </w:trPr>
        <w:tc>
          <w:tcPr>
            <w:tcW w:w="440" w:type="dxa"/>
            <w:vMerge w:val="restart"/>
            <w:shd w:val="clear" w:color="auto" w:fill="auto"/>
            <w:textDirection w:val="tbRlV"/>
            <w:vAlign w:val="center"/>
          </w:tcPr>
          <w:p w14:paraId="157A8FF5" w14:textId="77777777" w:rsidR="00897C23" w:rsidRPr="0000171B" w:rsidRDefault="00897C23" w:rsidP="00600E84">
            <w:pPr>
              <w:snapToGrid w:val="0"/>
              <w:spacing w:line="240" w:lineRule="atLeast"/>
              <w:ind w:left="113" w:right="113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１　建 物 概 要</w:t>
            </w:r>
          </w:p>
        </w:tc>
        <w:tc>
          <w:tcPr>
            <w:tcW w:w="2080" w:type="dxa"/>
            <w:tcBorders>
              <w:bottom w:val="nil"/>
            </w:tcBorders>
            <w:shd w:val="clear" w:color="auto" w:fill="auto"/>
          </w:tcPr>
          <w:p w14:paraId="19F174EF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①所在地</w:t>
            </w:r>
          </w:p>
        </w:tc>
        <w:tc>
          <w:tcPr>
            <w:tcW w:w="6141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5F1FC0E0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</w:tr>
      <w:tr w:rsidR="0000171B" w:rsidRPr="0000171B" w14:paraId="619F09AD" w14:textId="77777777" w:rsidTr="00F565F4">
        <w:trPr>
          <w:gridAfter w:val="1"/>
          <w:wAfter w:w="14" w:type="dxa"/>
          <w:cantSplit/>
          <w:trHeight w:val="340"/>
          <w:jc w:val="center"/>
        </w:trPr>
        <w:tc>
          <w:tcPr>
            <w:tcW w:w="440" w:type="dxa"/>
            <w:vMerge/>
            <w:shd w:val="clear" w:color="auto" w:fill="auto"/>
            <w:vAlign w:val="center"/>
          </w:tcPr>
          <w:p w14:paraId="419B3678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7A856F9C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②改修前用途</w:t>
            </w:r>
          </w:p>
        </w:tc>
        <w:tc>
          <w:tcPr>
            <w:tcW w:w="6141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17A197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</w:tr>
      <w:tr w:rsidR="0000171B" w:rsidRPr="0000171B" w14:paraId="146398C7" w14:textId="77777777" w:rsidTr="00F565F4">
        <w:trPr>
          <w:gridAfter w:val="1"/>
          <w:wAfter w:w="14" w:type="dxa"/>
          <w:cantSplit/>
          <w:trHeight w:val="340"/>
          <w:jc w:val="center"/>
        </w:trPr>
        <w:tc>
          <w:tcPr>
            <w:tcW w:w="440" w:type="dxa"/>
            <w:vMerge/>
            <w:shd w:val="clear" w:color="auto" w:fill="auto"/>
            <w:vAlign w:val="center"/>
          </w:tcPr>
          <w:p w14:paraId="2D431A60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2579744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③改修後用途</w:t>
            </w:r>
          </w:p>
          <w:p w14:paraId="7552BCA1" w14:textId="77777777" w:rsidR="00897C23" w:rsidRPr="0000171B" w:rsidRDefault="00897C23" w:rsidP="00B97C86">
            <w:pPr>
              <w:spacing w:line="20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 w:val="16"/>
                <w:szCs w:val="21"/>
              </w:rPr>
              <w:t>（　）に具体的な用途を記載</w:t>
            </w:r>
          </w:p>
        </w:tc>
        <w:tc>
          <w:tcPr>
            <w:tcW w:w="6141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1B5DC9" w14:textId="77777777" w:rsidR="00897C23" w:rsidRPr="0000171B" w:rsidRDefault="00897C23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□不特定多数の者が利用する施設　　□その他</w:t>
            </w:r>
          </w:p>
          <w:p w14:paraId="6EE9A4C9" w14:textId="77777777" w:rsidR="00897C23" w:rsidRPr="0000171B" w:rsidRDefault="00897C23" w:rsidP="00236832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　　　　　　　　　　　　　　　　　　　　　　　　　　）</w:t>
            </w:r>
          </w:p>
        </w:tc>
      </w:tr>
      <w:tr w:rsidR="0000171B" w:rsidRPr="0000171B" w14:paraId="0219356C" w14:textId="77777777" w:rsidTr="00F565F4">
        <w:trPr>
          <w:gridAfter w:val="1"/>
          <w:wAfter w:w="14" w:type="dxa"/>
          <w:cantSplit/>
          <w:trHeight w:val="20"/>
          <w:jc w:val="center"/>
        </w:trPr>
        <w:tc>
          <w:tcPr>
            <w:tcW w:w="440" w:type="dxa"/>
            <w:vMerge/>
            <w:shd w:val="clear" w:color="auto" w:fill="auto"/>
            <w:vAlign w:val="center"/>
          </w:tcPr>
          <w:p w14:paraId="4BE8C81C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C51AE64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④規模</w:t>
            </w:r>
          </w:p>
          <w:p w14:paraId="249C1277" w14:textId="77777777" w:rsidR="00897C23" w:rsidRPr="0000171B" w:rsidRDefault="00897C23" w:rsidP="00B97C86">
            <w:pPr>
              <w:spacing w:line="200" w:lineRule="exact"/>
              <w:rPr>
                <w:rFonts w:hAnsiTheme="minorEastAsia"/>
                <w:sz w:val="16"/>
                <w:szCs w:val="21"/>
              </w:rPr>
            </w:pPr>
            <w:r w:rsidRPr="0000171B">
              <w:rPr>
                <w:rFonts w:hAnsiTheme="minorEastAsia" w:hint="eastAsia"/>
                <w:sz w:val="16"/>
                <w:szCs w:val="21"/>
              </w:rPr>
              <w:t xml:space="preserve">　改修前：上段（　　）書</w:t>
            </w:r>
          </w:p>
          <w:p w14:paraId="127D146F" w14:textId="77777777" w:rsidR="00897C23" w:rsidRPr="0000171B" w:rsidRDefault="00897C23" w:rsidP="00B97C86">
            <w:pPr>
              <w:spacing w:line="20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 w:val="16"/>
                <w:szCs w:val="21"/>
              </w:rPr>
              <w:t xml:space="preserve">　改修後：下段</w:t>
            </w:r>
          </w:p>
        </w:tc>
        <w:tc>
          <w:tcPr>
            <w:tcW w:w="820" w:type="dxa"/>
            <w:gridSpan w:val="2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859873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地上</w:t>
            </w:r>
          </w:p>
        </w:tc>
        <w:tc>
          <w:tcPr>
            <w:tcW w:w="156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36617A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　　　）</w:t>
            </w:r>
          </w:p>
          <w:p w14:paraId="1C4635CD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3761" w:type="dxa"/>
            <w:gridSpan w:val="4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4C8AC0F4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階</w:t>
            </w:r>
          </w:p>
        </w:tc>
      </w:tr>
      <w:tr w:rsidR="0000171B" w:rsidRPr="0000171B" w14:paraId="2803FAB9" w14:textId="77777777" w:rsidTr="00F565F4">
        <w:trPr>
          <w:gridAfter w:val="1"/>
          <w:wAfter w:w="14" w:type="dxa"/>
          <w:cantSplit/>
          <w:trHeight w:val="20"/>
          <w:jc w:val="center"/>
        </w:trPr>
        <w:tc>
          <w:tcPr>
            <w:tcW w:w="440" w:type="dxa"/>
            <w:vMerge/>
            <w:shd w:val="clear" w:color="auto" w:fill="auto"/>
            <w:vAlign w:val="center"/>
          </w:tcPr>
          <w:p w14:paraId="1C232F7A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  <w:tc>
          <w:tcPr>
            <w:tcW w:w="2080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CE11A7E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  <w:tc>
          <w:tcPr>
            <w:tcW w:w="1162" w:type="dxa"/>
            <w:gridSpan w:val="3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C1FC9C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建築面積：</w:t>
            </w:r>
          </w:p>
        </w:tc>
        <w:tc>
          <w:tcPr>
            <w:tcW w:w="147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04C649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　　　　）</w:t>
            </w:r>
          </w:p>
          <w:p w14:paraId="6D37C1A6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1595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0CE310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㎡　延べ面積：</w:t>
            </w:r>
          </w:p>
        </w:tc>
        <w:tc>
          <w:tcPr>
            <w:tcW w:w="142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6F83B2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　　　　）</w:t>
            </w:r>
          </w:p>
          <w:p w14:paraId="5D1C4E48" w14:textId="77777777" w:rsidR="00897C23" w:rsidRPr="0000171B" w:rsidRDefault="00897C23" w:rsidP="00B97C86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486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21F3FB7F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㎡</w:t>
            </w:r>
          </w:p>
        </w:tc>
      </w:tr>
      <w:tr w:rsidR="0000171B" w:rsidRPr="0000171B" w14:paraId="700FC7B1" w14:textId="77777777" w:rsidTr="00F565F4">
        <w:trPr>
          <w:cantSplit/>
          <w:trHeight w:val="340"/>
          <w:jc w:val="center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BB65EE7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２　耐震診断の方法</w:t>
            </w:r>
          </w:p>
        </w:tc>
        <w:tc>
          <w:tcPr>
            <w:tcW w:w="6141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5E6399A2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□「木造住宅の耐震診断と補強方法」</w:t>
            </w:r>
          </w:p>
          <w:p w14:paraId="2E09D443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 xml:space="preserve">　（□　一般診断法　　□　精密診断法）</w:t>
            </w:r>
          </w:p>
          <w:p w14:paraId="4A20E435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□「2012年改訂版　木造住宅の耐震診断と補強方法」</w:t>
            </w:r>
          </w:p>
          <w:p w14:paraId="6ADFA53C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 xml:space="preserve">　（□　一般診断法　　□　精密診断法）</w:t>
            </w:r>
          </w:p>
          <w:p w14:paraId="20D2E2CA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□建築基準法施行令（昭和25年政令第338号）第３章第８節に規定する構造計算による耐震診断</w:t>
            </w:r>
          </w:p>
          <w:p w14:paraId="555319C0" w14:textId="77777777" w:rsidR="00897C23" w:rsidRPr="0000171B" w:rsidRDefault="00897C23" w:rsidP="00B97C86">
            <w:pPr>
              <w:spacing w:line="280" w:lineRule="exact"/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□その他（診断方法：　　　　　　　　　　　　　　　　　）</w:t>
            </w:r>
          </w:p>
        </w:tc>
      </w:tr>
      <w:tr w:rsidR="0000171B" w:rsidRPr="0000171B" w14:paraId="0AA8C3DD" w14:textId="77777777" w:rsidTr="00F565F4">
        <w:trPr>
          <w:cantSplit/>
          <w:trHeight w:val="1329"/>
          <w:jc w:val="center"/>
        </w:trPr>
        <w:tc>
          <w:tcPr>
            <w:tcW w:w="25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6CD58D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  <w:vertAlign w:val="superscript"/>
              </w:rPr>
            </w:pPr>
            <w:r w:rsidRPr="0000171B">
              <w:rPr>
                <w:rFonts w:hAnsiTheme="minorEastAsia" w:hint="eastAsia"/>
                <w:szCs w:val="21"/>
              </w:rPr>
              <w:t>３　改修前における耐震診断結果</w:t>
            </w:r>
          </w:p>
          <w:p w14:paraId="72494CA0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  <w:p w14:paraId="010D7E21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 xml:space="preserve">　評点　　　　　　</w:t>
            </w:r>
          </w:p>
        </w:tc>
        <w:tc>
          <w:tcPr>
            <w:tcW w:w="614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DAC6FF5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（所見）</w:t>
            </w:r>
          </w:p>
          <w:p w14:paraId="5B4FFE25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 xml:space="preserve">　</w:t>
            </w:r>
          </w:p>
          <w:p w14:paraId="26D5A54A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6D32C52C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4FC31927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00171B" w:rsidRPr="0000171B" w14:paraId="7DD7FC0D" w14:textId="77777777" w:rsidTr="00F565F4">
        <w:trPr>
          <w:cantSplit/>
          <w:trHeight w:val="1361"/>
          <w:jc w:val="center"/>
        </w:trPr>
        <w:tc>
          <w:tcPr>
            <w:tcW w:w="2534" w:type="dxa"/>
            <w:gridSpan w:val="3"/>
            <w:vMerge w:val="restart"/>
            <w:shd w:val="clear" w:color="auto" w:fill="auto"/>
          </w:tcPr>
          <w:p w14:paraId="076EAED5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４　改修後における耐震診断結果</w:t>
            </w:r>
          </w:p>
          <w:p w14:paraId="3C35E809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  <w:p w14:paraId="7B13861F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 xml:space="preserve">　評点　　　　　　</w:t>
            </w:r>
          </w:p>
        </w:tc>
        <w:tc>
          <w:tcPr>
            <w:tcW w:w="6141" w:type="dxa"/>
            <w:gridSpan w:val="8"/>
            <w:shd w:val="clear" w:color="auto" w:fill="auto"/>
          </w:tcPr>
          <w:p w14:paraId="370D3FD5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（耐震改修の方針）</w:t>
            </w:r>
          </w:p>
          <w:p w14:paraId="1256AFDD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22A570D4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3FE629B1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7BDA395F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00171B" w:rsidRPr="0000171B" w14:paraId="34B2749C" w14:textId="77777777" w:rsidTr="00F565F4">
        <w:trPr>
          <w:cantSplit/>
          <w:trHeight w:val="1361"/>
          <w:jc w:val="center"/>
        </w:trPr>
        <w:tc>
          <w:tcPr>
            <w:tcW w:w="2534" w:type="dxa"/>
            <w:gridSpan w:val="3"/>
            <w:vMerge/>
            <w:shd w:val="clear" w:color="auto" w:fill="auto"/>
          </w:tcPr>
          <w:p w14:paraId="61ED7961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</w:tc>
        <w:tc>
          <w:tcPr>
            <w:tcW w:w="6141" w:type="dxa"/>
            <w:gridSpan w:val="8"/>
            <w:shd w:val="clear" w:color="auto" w:fill="auto"/>
          </w:tcPr>
          <w:p w14:paraId="6E566569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（具体的な補強方法）</w:t>
            </w:r>
          </w:p>
          <w:p w14:paraId="037D71EC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7E88191D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46385815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  <w:p w14:paraId="7A9802DB" w14:textId="77777777" w:rsidR="00897C23" w:rsidRPr="0000171B" w:rsidRDefault="00897C23" w:rsidP="00B97C86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00171B" w:rsidRPr="0000171B" w14:paraId="1203538A" w14:textId="77777777" w:rsidTr="00F565F4">
        <w:trPr>
          <w:cantSplit/>
          <w:trHeight w:val="411"/>
          <w:jc w:val="center"/>
        </w:trPr>
        <w:tc>
          <w:tcPr>
            <w:tcW w:w="25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3051A0" w14:textId="77777777" w:rsidR="00897C23" w:rsidRPr="0000171B" w:rsidRDefault="00897C23" w:rsidP="00B97C86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00171B">
              <w:rPr>
                <w:rFonts w:hAnsiTheme="minorEastAsia" w:hint="eastAsia"/>
                <w:szCs w:val="21"/>
              </w:rPr>
              <w:t>５　備　考</w:t>
            </w:r>
          </w:p>
        </w:tc>
        <w:tc>
          <w:tcPr>
            <w:tcW w:w="614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1B82F83" w14:textId="77777777" w:rsidR="00897C23" w:rsidRPr="0000171B" w:rsidRDefault="00897C23" w:rsidP="00B97C86">
            <w:pPr>
              <w:rPr>
                <w:rFonts w:hAnsiTheme="minorEastAsia"/>
                <w:szCs w:val="21"/>
              </w:rPr>
            </w:pPr>
          </w:p>
        </w:tc>
      </w:tr>
    </w:tbl>
    <w:p w14:paraId="24A8894A" w14:textId="11941D87" w:rsidR="008625D9" w:rsidRPr="0000171B" w:rsidRDefault="008625D9" w:rsidP="00897C23">
      <w:pPr>
        <w:widowControl/>
        <w:jc w:val="left"/>
      </w:pPr>
    </w:p>
    <w:sectPr w:rsidR="008625D9" w:rsidRPr="0000171B" w:rsidSect="00F565F4">
      <w:pgSz w:w="11906" w:h="16838"/>
      <w:pgMar w:top="1418" w:right="1418" w:bottom="1418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7A96" w14:textId="77777777" w:rsidR="0054452F" w:rsidRDefault="0054452F" w:rsidP="00386462">
      <w:r>
        <w:separator/>
      </w:r>
    </w:p>
  </w:endnote>
  <w:endnote w:type="continuationSeparator" w:id="0">
    <w:p w14:paraId="54D3FC9F" w14:textId="77777777" w:rsidR="0054452F" w:rsidRDefault="0054452F" w:rsidP="0038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50F6" w14:textId="77777777" w:rsidR="0054452F" w:rsidRDefault="0054452F" w:rsidP="00386462">
      <w:r>
        <w:separator/>
      </w:r>
    </w:p>
  </w:footnote>
  <w:footnote w:type="continuationSeparator" w:id="0">
    <w:p w14:paraId="4ABCBF12" w14:textId="77777777" w:rsidR="0054452F" w:rsidRDefault="0054452F" w:rsidP="0038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A1D"/>
    <w:multiLevelType w:val="hybridMultilevel"/>
    <w:tmpl w:val="B37E5EA4"/>
    <w:lvl w:ilvl="0" w:tplc="2C007AA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0716E6"/>
    <w:multiLevelType w:val="hybridMultilevel"/>
    <w:tmpl w:val="CED2F1B6"/>
    <w:lvl w:ilvl="0" w:tplc="3A821124">
      <w:start w:val="3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1132240">
    <w:abstractNumId w:val="0"/>
  </w:num>
  <w:num w:numId="2" w16cid:durableId="17369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96"/>
    <w:rsid w:val="0000171B"/>
    <w:rsid w:val="0001152B"/>
    <w:rsid w:val="00011A09"/>
    <w:rsid w:val="000137A3"/>
    <w:rsid w:val="00014738"/>
    <w:rsid w:val="000223F2"/>
    <w:rsid w:val="00023B7B"/>
    <w:rsid w:val="00023F3D"/>
    <w:rsid w:val="0002497D"/>
    <w:rsid w:val="000257C9"/>
    <w:rsid w:val="0003221B"/>
    <w:rsid w:val="00032DD5"/>
    <w:rsid w:val="00035663"/>
    <w:rsid w:val="00036BCD"/>
    <w:rsid w:val="0003785C"/>
    <w:rsid w:val="00040B2A"/>
    <w:rsid w:val="00040DF8"/>
    <w:rsid w:val="00041328"/>
    <w:rsid w:val="00042B1E"/>
    <w:rsid w:val="000438B5"/>
    <w:rsid w:val="00043B72"/>
    <w:rsid w:val="00043CCD"/>
    <w:rsid w:val="00046BF9"/>
    <w:rsid w:val="00046DC8"/>
    <w:rsid w:val="00053078"/>
    <w:rsid w:val="00053A82"/>
    <w:rsid w:val="00055287"/>
    <w:rsid w:val="000613BF"/>
    <w:rsid w:val="00062512"/>
    <w:rsid w:val="00063F01"/>
    <w:rsid w:val="0007198C"/>
    <w:rsid w:val="00073DB9"/>
    <w:rsid w:val="00081FED"/>
    <w:rsid w:val="000923CC"/>
    <w:rsid w:val="00092750"/>
    <w:rsid w:val="000968D1"/>
    <w:rsid w:val="000A1407"/>
    <w:rsid w:val="000A1CE1"/>
    <w:rsid w:val="000A2DCF"/>
    <w:rsid w:val="000A51B4"/>
    <w:rsid w:val="000A56E0"/>
    <w:rsid w:val="000B161E"/>
    <w:rsid w:val="000B5324"/>
    <w:rsid w:val="000D03BD"/>
    <w:rsid w:val="000D3770"/>
    <w:rsid w:val="000D3A64"/>
    <w:rsid w:val="000D45A1"/>
    <w:rsid w:val="000D4604"/>
    <w:rsid w:val="000D78E3"/>
    <w:rsid w:val="000E443C"/>
    <w:rsid w:val="000E472C"/>
    <w:rsid w:val="000F0D10"/>
    <w:rsid w:val="000F5D16"/>
    <w:rsid w:val="0010279E"/>
    <w:rsid w:val="00103904"/>
    <w:rsid w:val="0010533D"/>
    <w:rsid w:val="001057BD"/>
    <w:rsid w:val="00106B4C"/>
    <w:rsid w:val="00114F73"/>
    <w:rsid w:val="00116E8E"/>
    <w:rsid w:val="00130095"/>
    <w:rsid w:val="0013242D"/>
    <w:rsid w:val="00136193"/>
    <w:rsid w:val="00136EC3"/>
    <w:rsid w:val="001436B4"/>
    <w:rsid w:val="00144C21"/>
    <w:rsid w:val="00146D99"/>
    <w:rsid w:val="0014750D"/>
    <w:rsid w:val="00147F31"/>
    <w:rsid w:val="00150D3E"/>
    <w:rsid w:val="00151896"/>
    <w:rsid w:val="001561DF"/>
    <w:rsid w:val="001579CD"/>
    <w:rsid w:val="00157CB5"/>
    <w:rsid w:val="00160096"/>
    <w:rsid w:val="0016018F"/>
    <w:rsid w:val="001624CF"/>
    <w:rsid w:val="00163506"/>
    <w:rsid w:val="001721B6"/>
    <w:rsid w:val="0017416C"/>
    <w:rsid w:val="00175641"/>
    <w:rsid w:val="00180F16"/>
    <w:rsid w:val="00181E8D"/>
    <w:rsid w:val="00190024"/>
    <w:rsid w:val="00193EB4"/>
    <w:rsid w:val="0019706D"/>
    <w:rsid w:val="001970FA"/>
    <w:rsid w:val="00197A92"/>
    <w:rsid w:val="001A0AF1"/>
    <w:rsid w:val="001A0C82"/>
    <w:rsid w:val="001A6E94"/>
    <w:rsid w:val="001B1C12"/>
    <w:rsid w:val="001B3A40"/>
    <w:rsid w:val="001B798A"/>
    <w:rsid w:val="001C5613"/>
    <w:rsid w:val="001C71FD"/>
    <w:rsid w:val="001D0537"/>
    <w:rsid w:val="001D18B7"/>
    <w:rsid w:val="001D345A"/>
    <w:rsid w:val="001D37C7"/>
    <w:rsid w:val="001D54E9"/>
    <w:rsid w:val="001E1294"/>
    <w:rsid w:val="001F4CCF"/>
    <w:rsid w:val="001F64D7"/>
    <w:rsid w:val="00202D16"/>
    <w:rsid w:val="00205E70"/>
    <w:rsid w:val="00207443"/>
    <w:rsid w:val="0021164A"/>
    <w:rsid w:val="0021474B"/>
    <w:rsid w:val="0021480E"/>
    <w:rsid w:val="0021482A"/>
    <w:rsid w:val="00220503"/>
    <w:rsid w:val="00221946"/>
    <w:rsid w:val="002272BA"/>
    <w:rsid w:val="00230B68"/>
    <w:rsid w:val="0023363B"/>
    <w:rsid w:val="0023463D"/>
    <w:rsid w:val="00236832"/>
    <w:rsid w:val="00237C7F"/>
    <w:rsid w:val="00241379"/>
    <w:rsid w:val="0024190B"/>
    <w:rsid w:val="00242A7F"/>
    <w:rsid w:val="00245464"/>
    <w:rsid w:val="0024688D"/>
    <w:rsid w:val="00250B55"/>
    <w:rsid w:val="00256C70"/>
    <w:rsid w:val="002571D8"/>
    <w:rsid w:val="002572EF"/>
    <w:rsid w:val="0026115F"/>
    <w:rsid w:val="0026478D"/>
    <w:rsid w:val="00264FDC"/>
    <w:rsid w:val="0027107E"/>
    <w:rsid w:val="00271A44"/>
    <w:rsid w:val="002722CC"/>
    <w:rsid w:val="00273DB1"/>
    <w:rsid w:val="00274DFF"/>
    <w:rsid w:val="00290A5B"/>
    <w:rsid w:val="00292619"/>
    <w:rsid w:val="002A35BA"/>
    <w:rsid w:val="002B2DB1"/>
    <w:rsid w:val="002B4BAC"/>
    <w:rsid w:val="002B500E"/>
    <w:rsid w:val="002B61A2"/>
    <w:rsid w:val="002B6388"/>
    <w:rsid w:val="002B7A8A"/>
    <w:rsid w:val="002C0F11"/>
    <w:rsid w:val="002C1500"/>
    <w:rsid w:val="002C2904"/>
    <w:rsid w:val="002C3BAF"/>
    <w:rsid w:val="002C56CD"/>
    <w:rsid w:val="002D0848"/>
    <w:rsid w:val="002D0E6C"/>
    <w:rsid w:val="002D25BE"/>
    <w:rsid w:val="002D2B15"/>
    <w:rsid w:val="002D38F9"/>
    <w:rsid w:val="002D3D0E"/>
    <w:rsid w:val="002D4CC9"/>
    <w:rsid w:val="002E1108"/>
    <w:rsid w:val="002E47AB"/>
    <w:rsid w:val="002E59D7"/>
    <w:rsid w:val="002E685E"/>
    <w:rsid w:val="002E7E91"/>
    <w:rsid w:val="002E7FC9"/>
    <w:rsid w:val="002F2D6E"/>
    <w:rsid w:val="002F5804"/>
    <w:rsid w:val="002F79A2"/>
    <w:rsid w:val="00300B8F"/>
    <w:rsid w:val="00302DD7"/>
    <w:rsid w:val="0030522A"/>
    <w:rsid w:val="003058B6"/>
    <w:rsid w:val="00305BB7"/>
    <w:rsid w:val="00306642"/>
    <w:rsid w:val="00310A40"/>
    <w:rsid w:val="00311690"/>
    <w:rsid w:val="00311915"/>
    <w:rsid w:val="0031274D"/>
    <w:rsid w:val="00312D2C"/>
    <w:rsid w:val="003161A4"/>
    <w:rsid w:val="003165F6"/>
    <w:rsid w:val="00317A0F"/>
    <w:rsid w:val="0032052B"/>
    <w:rsid w:val="00326B5A"/>
    <w:rsid w:val="003306A9"/>
    <w:rsid w:val="00332227"/>
    <w:rsid w:val="0033419F"/>
    <w:rsid w:val="0033556E"/>
    <w:rsid w:val="003427F6"/>
    <w:rsid w:val="00342877"/>
    <w:rsid w:val="00342D5A"/>
    <w:rsid w:val="003434E9"/>
    <w:rsid w:val="00343C13"/>
    <w:rsid w:val="0034536C"/>
    <w:rsid w:val="003500EC"/>
    <w:rsid w:val="00352B8A"/>
    <w:rsid w:val="003578EA"/>
    <w:rsid w:val="00357DB3"/>
    <w:rsid w:val="003612AC"/>
    <w:rsid w:val="003648A7"/>
    <w:rsid w:val="003726C0"/>
    <w:rsid w:val="00373B84"/>
    <w:rsid w:val="00374037"/>
    <w:rsid w:val="003777B2"/>
    <w:rsid w:val="0038251F"/>
    <w:rsid w:val="003847E1"/>
    <w:rsid w:val="00384B9F"/>
    <w:rsid w:val="00385A40"/>
    <w:rsid w:val="0038638A"/>
    <w:rsid w:val="00386462"/>
    <w:rsid w:val="00387415"/>
    <w:rsid w:val="00395E2B"/>
    <w:rsid w:val="003A3696"/>
    <w:rsid w:val="003A7256"/>
    <w:rsid w:val="003A787C"/>
    <w:rsid w:val="003B1039"/>
    <w:rsid w:val="003B1516"/>
    <w:rsid w:val="003C43A3"/>
    <w:rsid w:val="003C45C1"/>
    <w:rsid w:val="003C47DE"/>
    <w:rsid w:val="003C4A6C"/>
    <w:rsid w:val="003D2964"/>
    <w:rsid w:val="003D5A7F"/>
    <w:rsid w:val="003D6511"/>
    <w:rsid w:val="003D7FCA"/>
    <w:rsid w:val="003E0EDB"/>
    <w:rsid w:val="003E0F50"/>
    <w:rsid w:val="003E2315"/>
    <w:rsid w:val="003E6712"/>
    <w:rsid w:val="003E7BF6"/>
    <w:rsid w:val="003F1B0C"/>
    <w:rsid w:val="003F3DDB"/>
    <w:rsid w:val="003F3E69"/>
    <w:rsid w:val="003F47AA"/>
    <w:rsid w:val="004007BD"/>
    <w:rsid w:val="00413267"/>
    <w:rsid w:val="004140B8"/>
    <w:rsid w:val="00417EAF"/>
    <w:rsid w:val="004302C0"/>
    <w:rsid w:val="00432D9C"/>
    <w:rsid w:val="00440786"/>
    <w:rsid w:val="00442FAE"/>
    <w:rsid w:val="00443FBE"/>
    <w:rsid w:val="004443E8"/>
    <w:rsid w:val="00446020"/>
    <w:rsid w:val="00450AF9"/>
    <w:rsid w:val="00450F58"/>
    <w:rsid w:val="004518D5"/>
    <w:rsid w:val="00452676"/>
    <w:rsid w:val="00453E32"/>
    <w:rsid w:val="004559B8"/>
    <w:rsid w:val="00460D1B"/>
    <w:rsid w:val="004632B1"/>
    <w:rsid w:val="004666E0"/>
    <w:rsid w:val="00466F3E"/>
    <w:rsid w:val="00467273"/>
    <w:rsid w:val="00467459"/>
    <w:rsid w:val="00470EC8"/>
    <w:rsid w:val="00472E82"/>
    <w:rsid w:val="00476983"/>
    <w:rsid w:val="00476C1C"/>
    <w:rsid w:val="00477BF8"/>
    <w:rsid w:val="004822AF"/>
    <w:rsid w:val="00484746"/>
    <w:rsid w:val="00491F75"/>
    <w:rsid w:val="00493AE0"/>
    <w:rsid w:val="004A0531"/>
    <w:rsid w:val="004A37CA"/>
    <w:rsid w:val="004A40C0"/>
    <w:rsid w:val="004A527B"/>
    <w:rsid w:val="004A58CE"/>
    <w:rsid w:val="004A62B8"/>
    <w:rsid w:val="004A6B9F"/>
    <w:rsid w:val="004A7343"/>
    <w:rsid w:val="004B3FB7"/>
    <w:rsid w:val="004B4F2B"/>
    <w:rsid w:val="004B598D"/>
    <w:rsid w:val="004B5C0E"/>
    <w:rsid w:val="004C02B3"/>
    <w:rsid w:val="004C1934"/>
    <w:rsid w:val="004C63EB"/>
    <w:rsid w:val="004D5741"/>
    <w:rsid w:val="004D6AA2"/>
    <w:rsid w:val="004E0C1D"/>
    <w:rsid w:val="004E2F4F"/>
    <w:rsid w:val="004E4511"/>
    <w:rsid w:val="004E562E"/>
    <w:rsid w:val="004E6A33"/>
    <w:rsid w:val="004E6C40"/>
    <w:rsid w:val="004E762C"/>
    <w:rsid w:val="004F047C"/>
    <w:rsid w:val="004F3AF7"/>
    <w:rsid w:val="004F7CD4"/>
    <w:rsid w:val="0050232F"/>
    <w:rsid w:val="00503A4E"/>
    <w:rsid w:val="005126B8"/>
    <w:rsid w:val="00513E1D"/>
    <w:rsid w:val="00514E84"/>
    <w:rsid w:val="00515EE4"/>
    <w:rsid w:val="00523523"/>
    <w:rsid w:val="00526A3A"/>
    <w:rsid w:val="0053635D"/>
    <w:rsid w:val="00541DBF"/>
    <w:rsid w:val="00542553"/>
    <w:rsid w:val="0054452F"/>
    <w:rsid w:val="00547AF8"/>
    <w:rsid w:val="005511D1"/>
    <w:rsid w:val="00555D13"/>
    <w:rsid w:val="00560984"/>
    <w:rsid w:val="00560C19"/>
    <w:rsid w:val="00564D2F"/>
    <w:rsid w:val="00572066"/>
    <w:rsid w:val="00572163"/>
    <w:rsid w:val="005725D7"/>
    <w:rsid w:val="00575654"/>
    <w:rsid w:val="00575897"/>
    <w:rsid w:val="00576675"/>
    <w:rsid w:val="0058287F"/>
    <w:rsid w:val="00584BC6"/>
    <w:rsid w:val="00584DCE"/>
    <w:rsid w:val="005902D6"/>
    <w:rsid w:val="005A30F6"/>
    <w:rsid w:val="005A6B0C"/>
    <w:rsid w:val="005A72AB"/>
    <w:rsid w:val="005B0FFE"/>
    <w:rsid w:val="005B640B"/>
    <w:rsid w:val="005C0B8A"/>
    <w:rsid w:val="005C26BD"/>
    <w:rsid w:val="005C316E"/>
    <w:rsid w:val="005C3205"/>
    <w:rsid w:val="005C4ED4"/>
    <w:rsid w:val="005C5663"/>
    <w:rsid w:val="005D1CC5"/>
    <w:rsid w:val="005D5E56"/>
    <w:rsid w:val="005D5FDA"/>
    <w:rsid w:val="005D7426"/>
    <w:rsid w:val="005D7EB1"/>
    <w:rsid w:val="005E1B5C"/>
    <w:rsid w:val="005E43EC"/>
    <w:rsid w:val="005F03B1"/>
    <w:rsid w:val="005F3176"/>
    <w:rsid w:val="00600E84"/>
    <w:rsid w:val="00603E5C"/>
    <w:rsid w:val="006046B4"/>
    <w:rsid w:val="00605956"/>
    <w:rsid w:val="00607169"/>
    <w:rsid w:val="0061578C"/>
    <w:rsid w:val="00620B03"/>
    <w:rsid w:val="00621410"/>
    <w:rsid w:val="006253D0"/>
    <w:rsid w:val="00625CE3"/>
    <w:rsid w:val="00626E71"/>
    <w:rsid w:val="00630C45"/>
    <w:rsid w:val="00631250"/>
    <w:rsid w:val="00632BC5"/>
    <w:rsid w:val="00636A00"/>
    <w:rsid w:val="006371EB"/>
    <w:rsid w:val="00640073"/>
    <w:rsid w:val="006437FA"/>
    <w:rsid w:val="006443C3"/>
    <w:rsid w:val="00645174"/>
    <w:rsid w:val="00645B0B"/>
    <w:rsid w:val="0064744E"/>
    <w:rsid w:val="00647A03"/>
    <w:rsid w:val="0065227E"/>
    <w:rsid w:val="0065739C"/>
    <w:rsid w:val="00661D49"/>
    <w:rsid w:val="0066208B"/>
    <w:rsid w:val="00665C56"/>
    <w:rsid w:val="006745E5"/>
    <w:rsid w:val="00681EDB"/>
    <w:rsid w:val="0068379D"/>
    <w:rsid w:val="00686EC6"/>
    <w:rsid w:val="0069294A"/>
    <w:rsid w:val="00694B55"/>
    <w:rsid w:val="006965B7"/>
    <w:rsid w:val="00696D32"/>
    <w:rsid w:val="006A29A8"/>
    <w:rsid w:val="006A2E71"/>
    <w:rsid w:val="006A372C"/>
    <w:rsid w:val="006A374D"/>
    <w:rsid w:val="006B1348"/>
    <w:rsid w:val="006B15EC"/>
    <w:rsid w:val="006B2776"/>
    <w:rsid w:val="006B3AC0"/>
    <w:rsid w:val="006B40E0"/>
    <w:rsid w:val="006C09BE"/>
    <w:rsid w:val="006C7549"/>
    <w:rsid w:val="006D3A4F"/>
    <w:rsid w:val="006D418F"/>
    <w:rsid w:val="006D4DAE"/>
    <w:rsid w:val="006D60AE"/>
    <w:rsid w:val="006D693A"/>
    <w:rsid w:val="006E08F1"/>
    <w:rsid w:val="006E256F"/>
    <w:rsid w:val="006E2ACC"/>
    <w:rsid w:val="006E402D"/>
    <w:rsid w:val="006E568D"/>
    <w:rsid w:val="006F1F7F"/>
    <w:rsid w:val="006F29D0"/>
    <w:rsid w:val="006F4A8D"/>
    <w:rsid w:val="006F4BCE"/>
    <w:rsid w:val="006F5B0E"/>
    <w:rsid w:val="006F5EF9"/>
    <w:rsid w:val="006F5F27"/>
    <w:rsid w:val="006F7A9B"/>
    <w:rsid w:val="007022A8"/>
    <w:rsid w:val="00703635"/>
    <w:rsid w:val="00711A52"/>
    <w:rsid w:val="007140E6"/>
    <w:rsid w:val="00714EEE"/>
    <w:rsid w:val="007151B6"/>
    <w:rsid w:val="00715DEA"/>
    <w:rsid w:val="007160F4"/>
    <w:rsid w:val="00717EBE"/>
    <w:rsid w:val="00722079"/>
    <w:rsid w:val="0072281F"/>
    <w:rsid w:val="00725062"/>
    <w:rsid w:val="00725C58"/>
    <w:rsid w:val="0072722D"/>
    <w:rsid w:val="0073179A"/>
    <w:rsid w:val="00737451"/>
    <w:rsid w:val="007404EC"/>
    <w:rsid w:val="0074384C"/>
    <w:rsid w:val="0074509F"/>
    <w:rsid w:val="00757C19"/>
    <w:rsid w:val="00762BE4"/>
    <w:rsid w:val="00763A02"/>
    <w:rsid w:val="0076546B"/>
    <w:rsid w:val="00770A8E"/>
    <w:rsid w:val="007750F5"/>
    <w:rsid w:val="007761B6"/>
    <w:rsid w:val="00776749"/>
    <w:rsid w:val="00782A17"/>
    <w:rsid w:val="00785033"/>
    <w:rsid w:val="00786FA5"/>
    <w:rsid w:val="007871FF"/>
    <w:rsid w:val="007952FE"/>
    <w:rsid w:val="007A12BD"/>
    <w:rsid w:val="007A2F45"/>
    <w:rsid w:val="007A667D"/>
    <w:rsid w:val="007A6B3C"/>
    <w:rsid w:val="007A7724"/>
    <w:rsid w:val="007B31B9"/>
    <w:rsid w:val="007B5A6E"/>
    <w:rsid w:val="007B7997"/>
    <w:rsid w:val="007C11B8"/>
    <w:rsid w:val="007C2AB8"/>
    <w:rsid w:val="007C6684"/>
    <w:rsid w:val="007C7CF3"/>
    <w:rsid w:val="007D20D1"/>
    <w:rsid w:val="007D3789"/>
    <w:rsid w:val="007D4EDB"/>
    <w:rsid w:val="007D4F14"/>
    <w:rsid w:val="007D5A56"/>
    <w:rsid w:val="007D7319"/>
    <w:rsid w:val="007D7DC4"/>
    <w:rsid w:val="007E3F61"/>
    <w:rsid w:val="007F7AA0"/>
    <w:rsid w:val="008016DF"/>
    <w:rsid w:val="008029B5"/>
    <w:rsid w:val="0080478F"/>
    <w:rsid w:val="00805EE6"/>
    <w:rsid w:val="0080610B"/>
    <w:rsid w:val="008101CF"/>
    <w:rsid w:val="00811257"/>
    <w:rsid w:val="008151CD"/>
    <w:rsid w:val="00816313"/>
    <w:rsid w:val="00817758"/>
    <w:rsid w:val="00817864"/>
    <w:rsid w:val="008207C8"/>
    <w:rsid w:val="008261F0"/>
    <w:rsid w:val="00831DFD"/>
    <w:rsid w:val="00832378"/>
    <w:rsid w:val="008375D6"/>
    <w:rsid w:val="00837B36"/>
    <w:rsid w:val="00840B0A"/>
    <w:rsid w:val="00841D83"/>
    <w:rsid w:val="00844625"/>
    <w:rsid w:val="008474C7"/>
    <w:rsid w:val="00847AEB"/>
    <w:rsid w:val="0085492F"/>
    <w:rsid w:val="008558BF"/>
    <w:rsid w:val="008572EB"/>
    <w:rsid w:val="008625D9"/>
    <w:rsid w:val="008653B8"/>
    <w:rsid w:val="00866F91"/>
    <w:rsid w:val="008675EF"/>
    <w:rsid w:val="008745C7"/>
    <w:rsid w:val="00874E4F"/>
    <w:rsid w:val="00874E74"/>
    <w:rsid w:val="00876881"/>
    <w:rsid w:val="00882AD7"/>
    <w:rsid w:val="00887566"/>
    <w:rsid w:val="00894ECA"/>
    <w:rsid w:val="00897C23"/>
    <w:rsid w:val="008A2CA2"/>
    <w:rsid w:val="008A75C8"/>
    <w:rsid w:val="008B41F5"/>
    <w:rsid w:val="008B4710"/>
    <w:rsid w:val="008B723E"/>
    <w:rsid w:val="008C1871"/>
    <w:rsid w:val="008C3835"/>
    <w:rsid w:val="008C388F"/>
    <w:rsid w:val="008C4661"/>
    <w:rsid w:val="008C758D"/>
    <w:rsid w:val="008E1454"/>
    <w:rsid w:val="008E5199"/>
    <w:rsid w:val="008E65D3"/>
    <w:rsid w:val="008E7E44"/>
    <w:rsid w:val="008F58BF"/>
    <w:rsid w:val="00904240"/>
    <w:rsid w:val="00911AEE"/>
    <w:rsid w:val="00914845"/>
    <w:rsid w:val="00924B7F"/>
    <w:rsid w:val="00927A9B"/>
    <w:rsid w:val="00933587"/>
    <w:rsid w:val="009352BE"/>
    <w:rsid w:val="00936E19"/>
    <w:rsid w:val="00942735"/>
    <w:rsid w:val="00944E0D"/>
    <w:rsid w:val="0094592B"/>
    <w:rsid w:val="0094740B"/>
    <w:rsid w:val="00950625"/>
    <w:rsid w:val="009609BA"/>
    <w:rsid w:val="009616B6"/>
    <w:rsid w:val="00962256"/>
    <w:rsid w:val="009646A4"/>
    <w:rsid w:val="00967CB3"/>
    <w:rsid w:val="00972496"/>
    <w:rsid w:val="00973014"/>
    <w:rsid w:val="00977F94"/>
    <w:rsid w:val="0098178F"/>
    <w:rsid w:val="0098354A"/>
    <w:rsid w:val="009868BA"/>
    <w:rsid w:val="009946C3"/>
    <w:rsid w:val="009949EC"/>
    <w:rsid w:val="009979CE"/>
    <w:rsid w:val="009A1C1B"/>
    <w:rsid w:val="009A3A28"/>
    <w:rsid w:val="009A3D24"/>
    <w:rsid w:val="009B1C36"/>
    <w:rsid w:val="009B1C8C"/>
    <w:rsid w:val="009B69AF"/>
    <w:rsid w:val="009C152C"/>
    <w:rsid w:val="009C15C5"/>
    <w:rsid w:val="009C67B3"/>
    <w:rsid w:val="009D036B"/>
    <w:rsid w:val="009D11EB"/>
    <w:rsid w:val="009D2067"/>
    <w:rsid w:val="009D5A13"/>
    <w:rsid w:val="009D6FD0"/>
    <w:rsid w:val="009D7A5E"/>
    <w:rsid w:val="009E0828"/>
    <w:rsid w:val="009E0F5B"/>
    <w:rsid w:val="009E459E"/>
    <w:rsid w:val="009E511F"/>
    <w:rsid w:val="009F034B"/>
    <w:rsid w:val="009F0ADD"/>
    <w:rsid w:val="009F127B"/>
    <w:rsid w:val="009F2653"/>
    <w:rsid w:val="009F4D39"/>
    <w:rsid w:val="00A00D99"/>
    <w:rsid w:val="00A03762"/>
    <w:rsid w:val="00A0753B"/>
    <w:rsid w:val="00A13DF9"/>
    <w:rsid w:val="00A14E68"/>
    <w:rsid w:val="00A203DD"/>
    <w:rsid w:val="00A21A6A"/>
    <w:rsid w:val="00A229BA"/>
    <w:rsid w:val="00A22F31"/>
    <w:rsid w:val="00A22F6C"/>
    <w:rsid w:val="00A2653F"/>
    <w:rsid w:val="00A317F4"/>
    <w:rsid w:val="00A35162"/>
    <w:rsid w:val="00A4300A"/>
    <w:rsid w:val="00A53092"/>
    <w:rsid w:val="00A57E19"/>
    <w:rsid w:val="00A6372F"/>
    <w:rsid w:val="00A65C43"/>
    <w:rsid w:val="00A726C7"/>
    <w:rsid w:val="00A73C23"/>
    <w:rsid w:val="00A74EB8"/>
    <w:rsid w:val="00A761EC"/>
    <w:rsid w:val="00A76BF0"/>
    <w:rsid w:val="00A76DC8"/>
    <w:rsid w:val="00A83D82"/>
    <w:rsid w:val="00A84E19"/>
    <w:rsid w:val="00A86A26"/>
    <w:rsid w:val="00A9037D"/>
    <w:rsid w:val="00A910ED"/>
    <w:rsid w:val="00AA6724"/>
    <w:rsid w:val="00AA7569"/>
    <w:rsid w:val="00AC227A"/>
    <w:rsid w:val="00AC2868"/>
    <w:rsid w:val="00AC6909"/>
    <w:rsid w:val="00AD08CF"/>
    <w:rsid w:val="00AD13D0"/>
    <w:rsid w:val="00AD2EEE"/>
    <w:rsid w:val="00AD3455"/>
    <w:rsid w:val="00AD508C"/>
    <w:rsid w:val="00AD709F"/>
    <w:rsid w:val="00AE229D"/>
    <w:rsid w:val="00AE37B8"/>
    <w:rsid w:val="00AE5A79"/>
    <w:rsid w:val="00AE6A30"/>
    <w:rsid w:val="00AF093D"/>
    <w:rsid w:val="00AF0F48"/>
    <w:rsid w:val="00AF30F5"/>
    <w:rsid w:val="00AF3133"/>
    <w:rsid w:val="00AF3384"/>
    <w:rsid w:val="00AF43A2"/>
    <w:rsid w:val="00AF5620"/>
    <w:rsid w:val="00B000B1"/>
    <w:rsid w:val="00B01C02"/>
    <w:rsid w:val="00B05BE3"/>
    <w:rsid w:val="00B06160"/>
    <w:rsid w:val="00B07401"/>
    <w:rsid w:val="00B0773F"/>
    <w:rsid w:val="00B07746"/>
    <w:rsid w:val="00B10B02"/>
    <w:rsid w:val="00B1310C"/>
    <w:rsid w:val="00B14DAC"/>
    <w:rsid w:val="00B171B2"/>
    <w:rsid w:val="00B1770A"/>
    <w:rsid w:val="00B20826"/>
    <w:rsid w:val="00B27288"/>
    <w:rsid w:val="00B27B31"/>
    <w:rsid w:val="00B30163"/>
    <w:rsid w:val="00B32121"/>
    <w:rsid w:val="00B362D6"/>
    <w:rsid w:val="00B40950"/>
    <w:rsid w:val="00B45013"/>
    <w:rsid w:val="00B4754C"/>
    <w:rsid w:val="00B5536C"/>
    <w:rsid w:val="00B64522"/>
    <w:rsid w:val="00B66B5E"/>
    <w:rsid w:val="00B67A82"/>
    <w:rsid w:val="00B715E9"/>
    <w:rsid w:val="00B718CB"/>
    <w:rsid w:val="00B73CA7"/>
    <w:rsid w:val="00B75AA9"/>
    <w:rsid w:val="00B776B8"/>
    <w:rsid w:val="00B901E7"/>
    <w:rsid w:val="00B945D1"/>
    <w:rsid w:val="00B97C86"/>
    <w:rsid w:val="00BA4C68"/>
    <w:rsid w:val="00BA5480"/>
    <w:rsid w:val="00BA5F14"/>
    <w:rsid w:val="00BB493C"/>
    <w:rsid w:val="00BB572C"/>
    <w:rsid w:val="00BB7246"/>
    <w:rsid w:val="00BC0231"/>
    <w:rsid w:val="00BC27EC"/>
    <w:rsid w:val="00BC2F99"/>
    <w:rsid w:val="00BC5C76"/>
    <w:rsid w:val="00BD0DD8"/>
    <w:rsid w:val="00BD6029"/>
    <w:rsid w:val="00BD6175"/>
    <w:rsid w:val="00BD79F3"/>
    <w:rsid w:val="00BE092E"/>
    <w:rsid w:val="00BE1F0E"/>
    <w:rsid w:val="00BE337A"/>
    <w:rsid w:val="00BF1243"/>
    <w:rsid w:val="00BF2EA9"/>
    <w:rsid w:val="00BF2EE5"/>
    <w:rsid w:val="00BF58F0"/>
    <w:rsid w:val="00C02EEB"/>
    <w:rsid w:val="00C0472C"/>
    <w:rsid w:val="00C07488"/>
    <w:rsid w:val="00C0789A"/>
    <w:rsid w:val="00C11540"/>
    <w:rsid w:val="00C274D2"/>
    <w:rsid w:val="00C30092"/>
    <w:rsid w:val="00C33F4E"/>
    <w:rsid w:val="00C37C44"/>
    <w:rsid w:val="00C4059D"/>
    <w:rsid w:val="00C410F4"/>
    <w:rsid w:val="00C41AED"/>
    <w:rsid w:val="00C42DD0"/>
    <w:rsid w:val="00C44264"/>
    <w:rsid w:val="00C51927"/>
    <w:rsid w:val="00C54807"/>
    <w:rsid w:val="00C56B9B"/>
    <w:rsid w:val="00C614C2"/>
    <w:rsid w:val="00C6399D"/>
    <w:rsid w:val="00C63AE8"/>
    <w:rsid w:val="00C64671"/>
    <w:rsid w:val="00C65756"/>
    <w:rsid w:val="00C71CC9"/>
    <w:rsid w:val="00C729DB"/>
    <w:rsid w:val="00C7389E"/>
    <w:rsid w:val="00C7395E"/>
    <w:rsid w:val="00C73BEC"/>
    <w:rsid w:val="00C75029"/>
    <w:rsid w:val="00C87CAD"/>
    <w:rsid w:val="00C87F89"/>
    <w:rsid w:val="00C946E5"/>
    <w:rsid w:val="00CA347E"/>
    <w:rsid w:val="00CB0A82"/>
    <w:rsid w:val="00CB296E"/>
    <w:rsid w:val="00CB5434"/>
    <w:rsid w:val="00CC0240"/>
    <w:rsid w:val="00CC5BEF"/>
    <w:rsid w:val="00CC6C7E"/>
    <w:rsid w:val="00CD7A3C"/>
    <w:rsid w:val="00CE2DD4"/>
    <w:rsid w:val="00CE3470"/>
    <w:rsid w:val="00CF18B1"/>
    <w:rsid w:val="00CF22C8"/>
    <w:rsid w:val="00CF41AC"/>
    <w:rsid w:val="00CF5837"/>
    <w:rsid w:val="00CF669D"/>
    <w:rsid w:val="00CF75A3"/>
    <w:rsid w:val="00D02E89"/>
    <w:rsid w:val="00D058E4"/>
    <w:rsid w:val="00D065A5"/>
    <w:rsid w:val="00D10A1D"/>
    <w:rsid w:val="00D13179"/>
    <w:rsid w:val="00D13775"/>
    <w:rsid w:val="00D1672A"/>
    <w:rsid w:val="00D25102"/>
    <w:rsid w:val="00D25398"/>
    <w:rsid w:val="00D33B86"/>
    <w:rsid w:val="00D342CE"/>
    <w:rsid w:val="00D34922"/>
    <w:rsid w:val="00D350E6"/>
    <w:rsid w:val="00D351F9"/>
    <w:rsid w:val="00D35CD6"/>
    <w:rsid w:val="00D360ED"/>
    <w:rsid w:val="00D36574"/>
    <w:rsid w:val="00D365F8"/>
    <w:rsid w:val="00D4081D"/>
    <w:rsid w:val="00D45CDD"/>
    <w:rsid w:val="00D504B8"/>
    <w:rsid w:val="00D5578D"/>
    <w:rsid w:val="00D5584C"/>
    <w:rsid w:val="00D576A4"/>
    <w:rsid w:val="00D60DD6"/>
    <w:rsid w:val="00D62262"/>
    <w:rsid w:val="00D6335D"/>
    <w:rsid w:val="00D72E27"/>
    <w:rsid w:val="00D8008D"/>
    <w:rsid w:val="00D8086E"/>
    <w:rsid w:val="00D81D70"/>
    <w:rsid w:val="00D83536"/>
    <w:rsid w:val="00D864BC"/>
    <w:rsid w:val="00D87DF9"/>
    <w:rsid w:val="00D90D3F"/>
    <w:rsid w:val="00D91335"/>
    <w:rsid w:val="00D93464"/>
    <w:rsid w:val="00D96BD0"/>
    <w:rsid w:val="00D97119"/>
    <w:rsid w:val="00DA3A75"/>
    <w:rsid w:val="00DA6252"/>
    <w:rsid w:val="00DA730D"/>
    <w:rsid w:val="00DB0DCB"/>
    <w:rsid w:val="00DB241C"/>
    <w:rsid w:val="00DB363F"/>
    <w:rsid w:val="00DB3BBE"/>
    <w:rsid w:val="00DB4C49"/>
    <w:rsid w:val="00DC03A2"/>
    <w:rsid w:val="00DC1AD5"/>
    <w:rsid w:val="00DC31D8"/>
    <w:rsid w:val="00DC3310"/>
    <w:rsid w:val="00DC3312"/>
    <w:rsid w:val="00DC39B5"/>
    <w:rsid w:val="00DC4EAE"/>
    <w:rsid w:val="00DC5914"/>
    <w:rsid w:val="00DD2389"/>
    <w:rsid w:val="00DD5EC1"/>
    <w:rsid w:val="00DE3210"/>
    <w:rsid w:val="00DE3E4E"/>
    <w:rsid w:val="00DF0604"/>
    <w:rsid w:val="00DF1C35"/>
    <w:rsid w:val="00DF5F9E"/>
    <w:rsid w:val="00DF77DE"/>
    <w:rsid w:val="00DF7E74"/>
    <w:rsid w:val="00E001ED"/>
    <w:rsid w:val="00E00ECD"/>
    <w:rsid w:val="00E0218B"/>
    <w:rsid w:val="00E058A5"/>
    <w:rsid w:val="00E06281"/>
    <w:rsid w:val="00E104F3"/>
    <w:rsid w:val="00E118F3"/>
    <w:rsid w:val="00E13593"/>
    <w:rsid w:val="00E22416"/>
    <w:rsid w:val="00E23BAA"/>
    <w:rsid w:val="00E34277"/>
    <w:rsid w:val="00E34381"/>
    <w:rsid w:val="00E35B5B"/>
    <w:rsid w:val="00E35F9D"/>
    <w:rsid w:val="00E37B89"/>
    <w:rsid w:val="00E41848"/>
    <w:rsid w:val="00E42A68"/>
    <w:rsid w:val="00E531E4"/>
    <w:rsid w:val="00E53A84"/>
    <w:rsid w:val="00E72706"/>
    <w:rsid w:val="00E80610"/>
    <w:rsid w:val="00E80828"/>
    <w:rsid w:val="00E80FCA"/>
    <w:rsid w:val="00E81C0C"/>
    <w:rsid w:val="00E82E60"/>
    <w:rsid w:val="00E83674"/>
    <w:rsid w:val="00E85A4F"/>
    <w:rsid w:val="00E93A70"/>
    <w:rsid w:val="00E93D71"/>
    <w:rsid w:val="00EA1550"/>
    <w:rsid w:val="00EA238C"/>
    <w:rsid w:val="00EA2756"/>
    <w:rsid w:val="00EA3427"/>
    <w:rsid w:val="00EA4975"/>
    <w:rsid w:val="00EB1206"/>
    <w:rsid w:val="00EB3792"/>
    <w:rsid w:val="00ED3E9B"/>
    <w:rsid w:val="00F04FD4"/>
    <w:rsid w:val="00F074D6"/>
    <w:rsid w:val="00F126D7"/>
    <w:rsid w:val="00F14D7B"/>
    <w:rsid w:val="00F17E9B"/>
    <w:rsid w:val="00F202DA"/>
    <w:rsid w:val="00F21AAD"/>
    <w:rsid w:val="00F24C7C"/>
    <w:rsid w:val="00F24F6A"/>
    <w:rsid w:val="00F274B1"/>
    <w:rsid w:val="00F30304"/>
    <w:rsid w:val="00F30971"/>
    <w:rsid w:val="00F3234B"/>
    <w:rsid w:val="00F33883"/>
    <w:rsid w:val="00F44E43"/>
    <w:rsid w:val="00F4569C"/>
    <w:rsid w:val="00F47662"/>
    <w:rsid w:val="00F50100"/>
    <w:rsid w:val="00F50780"/>
    <w:rsid w:val="00F50F1A"/>
    <w:rsid w:val="00F565F4"/>
    <w:rsid w:val="00F602D5"/>
    <w:rsid w:val="00F6633B"/>
    <w:rsid w:val="00F7057D"/>
    <w:rsid w:val="00F715F0"/>
    <w:rsid w:val="00F773BE"/>
    <w:rsid w:val="00F82C20"/>
    <w:rsid w:val="00F84742"/>
    <w:rsid w:val="00F86C2E"/>
    <w:rsid w:val="00F9602E"/>
    <w:rsid w:val="00F96A15"/>
    <w:rsid w:val="00FA0709"/>
    <w:rsid w:val="00FA1D8A"/>
    <w:rsid w:val="00FA4035"/>
    <w:rsid w:val="00FA4D12"/>
    <w:rsid w:val="00FB1726"/>
    <w:rsid w:val="00FB317E"/>
    <w:rsid w:val="00FB380E"/>
    <w:rsid w:val="00FB430D"/>
    <w:rsid w:val="00FC592F"/>
    <w:rsid w:val="00FC63A4"/>
    <w:rsid w:val="00FC73FA"/>
    <w:rsid w:val="00FD02FF"/>
    <w:rsid w:val="00FD2616"/>
    <w:rsid w:val="00FD3959"/>
    <w:rsid w:val="00FD7E49"/>
    <w:rsid w:val="00FE4933"/>
    <w:rsid w:val="00FF39CE"/>
    <w:rsid w:val="00FF4B9F"/>
    <w:rsid w:val="00FF5558"/>
    <w:rsid w:val="00FF5FBB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C391E02"/>
  <w15:docId w15:val="{27A57E98-455D-4845-87D7-43633164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2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646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6462"/>
    <w:rPr>
      <w:rFonts w:asciiTheme="minorEastAsia"/>
    </w:rPr>
  </w:style>
  <w:style w:type="paragraph" w:styleId="aa">
    <w:name w:val="List Paragraph"/>
    <w:basedOn w:val="a"/>
    <w:uiPriority w:val="34"/>
    <w:qFormat/>
    <w:rsid w:val="00310A40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AC6909"/>
    <w:pPr>
      <w:jc w:val="center"/>
    </w:pPr>
  </w:style>
  <w:style w:type="character" w:customStyle="1" w:styleId="ac">
    <w:name w:val="記 (文字)"/>
    <w:basedOn w:val="a0"/>
    <w:link w:val="ab"/>
    <w:uiPriority w:val="99"/>
    <w:rsid w:val="00AC6909"/>
    <w:rPr>
      <w:rFonts w:asciiTheme="minorEastAsia"/>
    </w:rPr>
  </w:style>
  <w:style w:type="paragraph" w:styleId="ad">
    <w:name w:val="Closing"/>
    <w:basedOn w:val="a"/>
    <w:link w:val="ae"/>
    <w:uiPriority w:val="99"/>
    <w:unhideWhenUsed/>
    <w:rsid w:val="00AC6909"/>
    <w:pPr>
      <w:jc w:val="right"/>
    </w:pPr>
  </w:style>
  <w:style w:type="character" w:customStyle="1" w:styleId="ae">
    <w:name w:val="結語 (文字)"/>
    <w:basedOn w:val="a0"/>
    <w:link w:val="ad"/>
    <w:uiPriority w:val="99"/>
    <w:rsid w:val="00AC6909"/>
    <w:rPr>
      <w:rFonts w:asciiTheme="minorEastAsia"/>
    </w:rPr>
  </w:style>
  <w:style w:type="paragraph" w:customStyle="1" w:styleId="af">
    <w:name w:val="一太郎８/９"/>
    <w:rsid w:val="006C7549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f0">
    <w:name w:val="Plain Text"/>
    <w:basedOn w:val="a"/>
    <w:link w:val="af1"/>
    <w:uiPriority w:val="99"/>
    <w:semiHidden/>
    <w:unhideWhenUsed/>
    <w:rsid w:val="00FB317E"/>
    <w:rPr>
      <w:rFonts w:ascii="ＭＳ 明朝" w:eastAsia="ＭＳ 明朝" w:hAnsi="Courier New" w:cs="Courier New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FB317E"/>
    <w:rPr>
      <w:rFonts w:ascii="ＭＳ 明朝" w:eastAsia="ＭＳ 明朝" w:hAnsi="Courier New" w:cs="Courier New"/>
      <w:szCs w:val="21"/>
    </w:rPr>
  </w:style>
  <w:style w:type="paragraph" w:customStyle="1" w:styleId="CharCarCarChar">
    <w:name w:val="Char Car Car Char"/>
    <w:basedOn w:val="a"/>
    <w:rsid w:val="008B41F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f2">
    <w:name w:val="No Spacing"/>
    <w:uiPriority w:val="1"/>
    <w:qFormat/>
    <w:rsid w:val="00CE2DD4"/>
    <w:pPr>
      <w:widowControl w:val="0"/>
      <w:jc w:val="both"/>
    </w:pPr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4A0-06F9-44C8-B814-133679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中田　彩子</cp:lastModifiedBy>
  <cp:revision>96</cp:revision>
  <cp:lastPrinted>2025-02-17T07:13:00Z</cp:lastPrinted>
  <dcterms:created xsi:type="dcterms:W3CDTF">2022-03-25T10:05:00Z</dcterms:created>
  <dcterms:modified xsi:type="dcterms:W3CDTF">2025-03-27T02:29:00Z</dcterms:modified>
</cp:coreProperties>
</file>